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17F" w:rsidRPr="0007617F" w:rsidRDefault="0007617F" w:rsidP="0007617F">
      <w:pPr>
        <w:jc w:val="right"/>
        <w:rPr>
          <w:sz w:val="24"/>
          <w:szCs w:val="24"/>
        </w:rPr>
      </w:pPr>
      <w:r w:rsidRPr="0007617F">
        <w:rPr>
          <w:sz w:val="24"/>
          <w:szCs w:val="24"/>
        </w:rPr>
        <w:t>Name</w:t>
      </w:r>
      <w:proofErr w:type="gramStart"/>
      <w:r w:rsidRPr="0007617F">
        <w:rPr>
          <w:sz w:val="24"/>
          <w:szCs w:val="24"/>
        </w:rPr>
        <w:t>:_</w:t>
      </w:r>
      <w:proofErr w:type="gramEnd"/>
      <w:r w:rsidRPr="0007617F">
        <w:rPr>
          <w:sz w:val="24"/>
          <w:szCs w:val="24"/>
        </w:rPr>
        <w:t>________________________   Period:__________</w:t>
      </w:r>
    </w:p>
    <w:p w:rsidR="0007617F" w:rsidRPr="0007617F" w:rsidRDefault="0007617F" w:rsidP="0007617F">
      <w:pPr>
        <w:jc w:val="right"/>
        <w:rPr>
          <w:sz w:val="24"/>
          <w:szCs w:val="24"/>
        </w:rPr>
      </w:pPr>
    </w:p>
    <w:p w:rsidR="00650926" w:rsidRPr="0007617F" w:rsidRDefault="009E41A7" w:rsidP="0007617F">
      <w:pPr>
        <w:jc w:val="center"/>
        <w:rPr>
          <w:sz w:val="24"/>
          <w:szCs w:val="24"/>
        </w:rPr>
      </w:pPr>
      <w:r w:rsidRPr="0007617F">
        <w:rPr>
          <w:sz w:val="24"/>
          <w:szCs w:val="24"/>
        </w:rPr>
        <w:t>The Tell-Tale Heart</w:t>
      </w:r>
    </w:p>
    <w:p w:rsidR="0007617F" w:rsidRPr="0007617F" w:rsidRDefault="0007617F" w:rsidP="0007617F">
      <w:pPr>
        <w:jc w:val="center"/>
        <w:rPr>
          <w:sz w:val="24"/>
          <w:szCs w:val="24"/>
        </w:rPr>
      </w:pPr>
      <w:r w:rsidRPr="0007617F">
        <w:rPr>
          <w:sz w:val="24"/>
          <w:szCs w:val="24"/>
        </w:rPr>
        <w:t>By Edgar Allan Poe</w:t>
      </w:r>
    </w:p>
    <w:p w:rsidR="009E41A7" w:rsidRPr="0007617F" w:rsidRDefault="009E41A7" w:rsidP="0007617F">
      <w:pPr>
        <w:rPr>
          <w:sz w:val="24"/>
          <w:szCs w:val="24"/>
        </w:rPr>
      </w:pPr>
    </w:p>
    <w:p w:rsidR="0007617F" w:rsidRPr="0007617F" w:rsidRDefault="0007617F" w:rsidP="0007617F">
      <w:pPr>
        <w:rPr>
          <w:b/>
          <w:sz w:val="24"/>
          <w:szCs w:val="24"/>
          <w:u w:val="single"/>
        </w:rPr>
      </w:pPr>
      <w:r w:rsidRPr="0007617F">
        <w:rPr>
          <w:b/>
          <w:sz w:val="24"/>
          <w:szCs w:val="24"/>
          <w:u w:val="single"/>
        </w:rPr>
        <w:t>Use the text to answer each question.</w:t>
      </w:r>
    </w:p>
    <w:p w:rsidR="0007617F" w:rsidRPr="0007617F" w:rsidRDefault="0007617F" w:rsidP="0007617F">
      <w:pPr>
        <w:rPr>
          <w:sz w:val="24"/>
          <w:szCs w:val="24"/>
        </w:rPr>
      </w:pPr>
      <w:r w:rsidRPr="0007617F">
        <w:rPr>
          <w:sz w:val="24"/>
          <w:szCs w:val="24"/>
        </w:rPr>
        <w:t>1. Who does the heart actually belong to?</w:t>
      </w:r>
    </w:p>
    <w:p w:rsidR="0007617F" w:rsidRPr="0007617F" w:rsidRDefault="0007617F" w:rsidP="0007617F">
      <w:pPr>
        <w:rPr>
          <w:sz w:val="24"/>
          <w:szCs w:val="24"/>
        </w:rPr>
      </w:pPr>
    </w:p>
    <w:p w:rsidR="0007617F" w:rsidRPr="0007617F" w:rsidRDefault="0007617F" w:rsidP="0007617F">
      <w:pPr>
        <w:rPr>
          <w:sz w:val="24"/>
          <w:szCs w:val="24"/>
        </w:rPr>
      </w:pPr>
    </w:p>
    <w:p w:rsidR="009E41A7" w:rsidRPr="0007617F" w:rsidRDefault="0007617F" w:rsidP="0007617F">
      <w:pPr>
        <w:rPr>
          <w:sz w:val="24"/>
          <w:szCs w:val="24"/>
        </w:rPr>
      </w:pPr>
      <w:r w:rsidRPr="0007617F">
        <w:rPr>
          <w:sz w:val="24"/>
          <w:szCs w:val="24"/>
        </w:rPr>
        <w:t xml:space="preserve">2. </w:t>
      </w:r>
      <w:r w:rsidR="009E41A7" w:rsidRPr="0007617F">
        <w:rPr>
          <w:sz w:val="24"/>
          <w:szCs w:val="24"/>
        </w:rPr>
        <w:t>What does the story’s title mean?</w:t>
      </w:r>
    </w:p>
    <w:p w:rsidR="0007617F" w:rsidRPr="0007617F" w:rsidRDefault="0007617F" w:rsidP="0007617F">
      <w:pPr>
        <w:rPr>
          <w:sz w:val="24"/>
          <w:szCs w:val="24"/>
        </w:rPr>
      </w:pPr>
    </w:p>
    <w:p w:rsidR="009E41A7" w:rsidRPr="0007617F" w:rsidRDefault="009E41A7" w:rsidP="0007617F">
      <w:pPr>
        <w:rPr>
          <w:sz w:val="24"/>
          <w:szCs w:val="24"/>
        </w:rPr>
      </w:pPr>
    </w:p>
    <w:p w:rsidR="009E41A7" w:rsidRPr="0007617F" w:rsidRDefault="0007617F" w:rsidP="0007617F">
      <w:pPr>
        <w:rPr>
          <w:b/>
          <w:sz w:val="24"/>
          <w:szCs w:val="24"/>
        </w:rPr>
      </w:pPr>
      <w:r w:rsidRPr="0007617F">
        <w:rPr>
          <w:sz w:val="24"/>
          <w:szCs w:val="24"/>
        </w:rPr>
        <w:t xml:space="preserve">3. </w:t>
      </w:r>
      <w:r w:rsidR="009E41A7" w:rsidRPr="0007617F">
        <w:rPr>
          <w:sz w:val="24"/>
          <w:szCs w:val="24"/>
        </w:rPr>
        <w:t xml:space="preserve">The narrator claims he is not </w:t>
      </w:r>
      <w:r w:rsidRPr="0007617F">
        <w:rPr>
          <w:sz w:val="24"/>
          <w:szCs w:val="24"/>
        </w:rPr>
        <w:t>“</w:t>
      </w:r>
      <w:r w:rsidR="009E41A7" w:rsidRPr="0007617F">
        <w:rPr>
          <w:sz w:val="24"/>
          <w:szCs w:val="24"/>
        </w:rPr>
        <w:t>mad.</w:t>
      </w:r>
      <w:r w:rsidRPr="0007617F">
        <w:rPr>
          <w:sz w:val="24"/>
          <w:szCs w:val="24"/>
        </w:rPr>
        <w:t>”</w:t>
      </w:r>
      <w:r w:rsidR="009E41A7" w:rsidRPr="0007617F">
        <w:rPr>
          <w:sz w:val="24"/>
          <w:szCs w:val="24"/>
        </w:rPr>
        <w:t xml:space="preserve"> What text evidence do we have that he </w:t>
      </w:r>
      <w:r w:rsidR="009E41A7" w:rsidRPr="0007617F">
        <w:rPr>
          <w:b/>
          <w:i/>
          <w:sz w:val="24"/>
          <w:szCs w:val="24"/>
        </w:rPr>
        <w:t>is</w:t>
      </w:r>
      <w:r w:rsidRPr="0007617F">
        <w:rPr>
          <w:sz w:val="24"/>
          <w:szCs w:val="24"/>
        </w:rPr>
        <w:t xml:space="preserve"> mad</w:t>
      </w:r>
      <w:r w:rsidR="009E41A7" w:rsidRPr="0007617F">
        <w:rPr>
          <w:sz w:val="24"/>
          <w:szCs w:val="24"/>
        </w:rPr>
        <w:t xml:space="preserve">? </w:t>
      </w:r>
      <w:r w:rsidRPr="0007617F">
        <w:rPr>
          <w:b/>
          <w:sz w:val="24"/>
          <w:szCs w:val="24"/>
        </w:rPr>
        <w:t>Use 3 quotes from the story to show your answer</w:t>
      </w:r>
      <w:r w:rsidR="009E41A7" w:rsidRPr="0007617F">
        <w:rPr>
          <w:b/>
          <w:sz w:val="24"/>
          <w:szCs w:val="24"/>
        </w:rPr>
        <w:t>.</w:t>
      </w:r>
    </w:p>
    <w:p w:rsidR="0007617F" w:rsidRPr="0007617F" w:rsidRDefault="0007617F" w:rsidP="0007617F">
      <w:pPr>
        <w:ind w:left="720"/>
        <w:rPr>
          <w:sz w:val="24"/>
          <w:szCs w:val="24"/>
        </w:rPr>
      </w:pPr>
      <w:r w:rsidRPr="0007617F">
        <w:rPr>
          <w:sz w:val="24"/>
          <w:szCs w:val="24"/>
        </w:rPr>
        <w:t>1.</w:t>
      </w:r>
    </w:p>
    <w:p w:rsidR="0007617F" w:rsidRPr="0007617F" w:rsidRDefault="0007617F" w:rsidP="0007617F">
      <w:pPr>
        <w:ind w:left="720"/>
        <w:rPr>
          <w:sz w:val="24"/>
          <w:szCs w:val="24"/>
        </w:rPr>
      </w:pPr>
    </w:p>
    <w:p w:rsidR="0007617F" w:rsidRPr="0007617F" w:rsidRDefault="0007617F" w:rsidP="0007617F">
      <w:pPr>
        <w:ind w:left="720"/>
        <w:rPr>
          <w:sz w:val="24"/>
          <w:szCs w:val="24"/>
        </w:rPr>
      </w:pPr>
      <w:r w:rsidRPr="0007617F">
        <w:rPr>
          <w:sz w:val="24"/>
          <w:szCs w:val="24"/>
        </w:rPr>
        <w:t>2.</w:t>
      </w:r>
    </w:p>
    <w:p w:rsidR="0007617F" w:rsidRPr="0007617F" w:rsidRDefault="0007617F" w:rsidP="0007617F">
      <w:pPr>
        <w:ind w:left="720"/>
        <w:rPr>
          <w:sz w:val="24"/>
          <w:szCs w:val="24"/>
        </w:rPr>
      </w:pPr>
    </w:p>
    <w:p w:rsidR="0007617F" w:rsidRPr="0007617F" w:rsidRDefault="0007617F" w:rsidP="0007617F">
      <w:pPr>
        <w:ind w:left="720"/>
        <w:rPr>
          <w:sz w:val="24"/>
          <w:szCs w:val="24"/>
        </w:rPr>
      </w:pPr>
      <w:r w:rsidRPr="0007617F">
        <w:rPr>
          <w:sz w:val="24"/>
          <w:szCs w:val="24"/>
        </w:rPr>
        <w:t>3.</w:t>
      </w:r>
    </w:p>
    <w:p w:rsidR="0007617F" w:rsidRPr="0007617F" w:rsidRDefault="0007617F" w:rsidP="0007617F">
      <w:pPr>
        <w:rPr>
          <w:sz w:val="24"/>
          <w:szCs w:val="24"/>
        </w:rPr>
      </w:pPr>
    </w:p>
    <w:p w:rsidR="0007617F" w:rsidRDefault="0007617F" w:rsidP="0007617F">
      <w:pPr>
        <w:rPr>
          <w:sz w:val="24"/>
          <w:szCs w:val="24"/>
        </w:rPr>
      </w:pPr>
    </w:p>
    <w:p w:rsidR="0007617F" w:rsidRPr="0007617F" w:rsidRDefault="0007617F" w:rsidP="0007617F">
      <w:pPr>
        <w:rPr>
          <w:sz w:val="24"/>
          <w:szCs w:val="24"/>
        </w:rPr>
      </w:pPr>
      <w:r w:rsidRPr="0007617F">
        <w:rPr>
          <w:sz w:val="24"/>
          <w:szCs w:val="24"/>
        </w:rPr>
        <w:t xml:space="preserve">4. How does the narrator </w:t>
      </w:r>
      <w:r w:rsidRPr="0007617F">
        <w:rPr>
          <w:sz w:val="24"/>
          <w:szCs w:val="24"/>
          <w:u w:val="single"/>
        </w:rPr>
        <w:t>feel</w:t>
      </w:r>
      <w:r w:rsidRPr="0007617F">
        <w:rPr>
          <w:sz w:val="24"/>
          <w:szCs w:val="24"/>
        </w:rPr>
        <w:t xml:space="preserve"> about the old man? </w:t>
      </w:r>
      <w:r w:rsidRPr="0007617F">
        <w:rPr>
          <w:b/>
          <w:sz w:val="24"/>
          <w:szCs w:val="24"/>
        </w:rPr>
        <w:t>Give at least 2 specific statements from the text in your answer.</w:t>
      </w:r>
      <w:r w:rsidRPr="0007617F">
        <w:rPr>
          <w:sz w:val="24"/>
          <w:szCs w:val="24"/>
        </w:rPr>
        <w:t xml:space="preserve"> </w:t>
      </w:r>
    </w:p>
    <w:p w:rsidR="0007617F" w:rsidRPr="0007617F" w:rsidRDefault="0007617F" w:rsidP="0007617F">
      <w:pPr>
        <w:ind w:firstLine="720"/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07617F" w:rsidRPr="0007617F" w:rsidRDefault="0007617F" w:rsidP="0007617F">
      <w:pPr>
        <w:rPr>
          <w:sz w:val="24"/>
          <w:szCs w:val="24"/>
        </w:rPr>
      </w:pPr>
    </w:p>
    <w:p w:rsidR="0007617F" w:rsidRDefault="0007617F" w:rsidP="0007617F">
      <w:pPr>
        <w:ind w:firstLine="720"/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07617F" w:rsidRPr="0007617F" w:rsidRDefault="0007617F" w:rsidP="0007617F">
      <w:pPr>
        <w:rPr>
          <w:sz w:val="24"/>
          <w:szCs w:val="24"/>
        </w:rPr>
      </w:pPr>
    </w:p>
    <w:p w:rsidR="009E41A7" w:rsidRPr="0007617F" w:rsidRDefault="0007617F" w:rsidP="0007617F">
      <w:pPr>
        <w:rPr>
          <w:sz w:val="24"/>
          <w:szCs w:val="24"/>
        </w:rPr>
      </w:pPr>
      <w:r w:rsidRPr="0007617F">
        <w:rPr>
          <w:sz w:val="24"/>
          <w:szCs w:val="24"/>
        </w:rPr>
        <w:t xml:space="preserve">5. </w:t>
      </w:r>
      <w:r w:rsidRPr="0007617F">
        <w:rPr>
          <w:i/>
          <w:sz w:val="24"/>
          <w:szCs w:val="24"/>
        </w:rPr>
        <w:t>How does the text describe</w:t>
      </w:r>
      <w:r w:rsidRPr="0007617F">
        <w:rPr>
          <w:sz w:val="24"/>
          <w:szCs w:val="24"/>
        </w:rPr>
        <w:t xml:space="preserve"> the </w:t>
      </w:r>
      <w:r w:rsidRPr="0007617F">
        <w:rPr>
          <w:sz w:val="24"/>
          <w:szCs w:val="24"/>
          <w:u w:val="single"/>
        </w:rPr>
        <w:t>appearance</w:t>
      </w:r>
      <w:r w:rsidRPr="0007617F">
        <w:rPr>
          <w:sz w:val="24"/>
          <w:szCs w:val="24"/>
        </w:rPr>
        <w:t xml:space="preserve"> of the old man’s eye</w:t>
      </w:r>
      <w:r w:rsidR="009E41A7" w:rsidRPr="0007617F">
        <w:rPr>
          <w:sz w:val="24"/>
          <w:szCs w:val="24"/>
        </w:rPr>
        <w:t>?</w:t>
      </w:r>
    </w:p>
    <w:p w:rsidR="0007617F" w:rsidRPr="0007617F" w:rsidRDefault="0007617F" w:rsidP="0007617F">
      <w:pPr>
        <w:rPr>
          <w:sz w:val="24"/>
          <w:szCs w:val="24"/>
        </w:rPr>
      </w:pPr>
    </w:p>
    <w:p w:rsidR="009E41A7" w:rsidRPr="0007617F" w:rsidRDefault="009E41A7" w:rsidP="0007617F">
      <w:pPr>
        <w:rPr>
          <w:sz w:val="24"/>
          <w:szCs w:val="24"/>
        </w:rPr>
      </w:pPr>
    </w:p>
    <w:p w:rsidR="009E41A7" w:rsidRPr="0007617F" w:rsidRDefault="0007617F" w:rsidP="0007617F">
      <w:pPr>
        <w:rPr>
          <w:sz w:val="24"/>
          <w:szCs w:val="24"/>
        </w:rPr>
      </w:pPr>
      <w:r w:rsidRPr="0007617F">
        <w:rPr>
          <w:sz w:val="24"/>
          <w:szCs w:val="24"/>
        </w:rPr>
        <w:t xml:space="preserve">6. </w:t>
      </w:r>
      <w:r w:rsidR="009E41A7" w:rsidRPr="0007617F">
        <w:rPr>
          <w:sz w:val="24"/>
          <w:szCs w:val="24"/>
        </w:rPr>
        <w:t>What does the narrator do with the dead man’s body?</w:t>
      </w:r>
    </w:p>
    <w:p w:rsidR="0007617F" w:rsidRPr="0007617F" w:rsidRDefault="0007617F" w:rsidP="0007617F">
      <w:pPr>
        <w:rPr>
          <w:sz w:val="24"/>
          <w:szCs w:val="24"/>
        </w:rPr>
      </w:pPr>
    </w:p>
    <w:p w:rsidR="009E41A7" w:rsidRPr="0007617F" w:rsidRDefault="009E41A7" w:rsidP="0007617F">
      <w:pPr>
        <w:rPr>
          <w:sz w:val="24"/>
          <w:szCs w:val="24"/>
        </w:rPr>
      </w:pPr>
    </w:p>
    <w:p w:rsidR="009E41A7" w:rsidRPr="0007617F" w:rsidRDefault="0007617F" w:rsidP="0007617F">
      <w:pPr>
        <w:rPr>
          <w:sz w:val="24"/>
          <w:szCs w:val="24"/>
        </w:rPr>
      </w:pPr>
      <w:r w:rsidRPr="0007617F">
        <w:rPr>
          <w:sz w:val="24"/>
          <w:szCs w:val="24"/>
        </w:rPr>
        <w:t xml:space="preserve">7. </w:t>
      </w:r>
      <w:r w:rsidR="009E41A7" w:rsidRPr="0007617F">
        <w:rPr>
          <w:sz w:val="24"/>
          <w:szCs w:val="24"/>
        </w:rPr>
        <w:t xml:space="preserve">The narrator visits the old man's bedroom every night for seven nights before killing him on the eighth night. What </w:t>
      </w:r>
      <w:r w:rsidRPr="0007617F">
        <w:rPr>
          <w:sz w:val="24"/>
          <w:szCs w:val="24"/>
        </w:rPr>
        <w:t xml:space="preserve">occurs on the eighth night that </w:t>
      </w:r>
      <w:r w:rsidR="009E41A7" w:rsidRPr="0007617F">
        <w:rPr>
          <w:sz w:val="24"/>
          <w:szCs w:val="24"/>
        </w:rPr>
        <w:t>finally causes him to commit the act?</w:t>
      </w:r>
    </w:p>
    <w:p w:rsidR="0007617F" w:rsidRPr="0007617F" w:rsidRDefault="0007617F" w:rsidP="0007617F">
      <w:pPr>
        <w:rPr>
          <w:sz w:val="24"/>
          <w:szCs w:val="24"/>
        </w:rPr>
      </w:pPr>
    </w:p>
    <w:p w:rsidR="0007617F" w:rsidRPr="0007617F" w:rsidRDefault="0007617F" w:rsidP="0007617F">
      <w:pPr>
        <w:rPr>
          <w:sz w:val="24"/>
          <w:szCs w:val="24"/>
        </w:rPr>
      </w:pPr>
    </w:p>
    <w:p w:rsidR="0007617F" w:rsidRDefault="0007617F" w:rsidP="0007617F">
      <w:pPr>
        <w:rPr>
          <w:sz w:val="24"/>
          <w:szCs w:val="24"/>
        </w:rPr>
      </w:pPr>
    </w:p>
    <w:p w:rsidR="0007617F" w:rsidRPr="0007617F" w:rsidRDefault="0007617F" w:rsidP="0007617F">
      <w:pPr>
        <w:rPr>
          <w:sz w:val="24"/>
          <w:szCs w:val="24"/>
        </w:rPr>
      </w:pPr>
      <w:r w:rsidRPr="0007617F">
        <w:rPr>
          <w:sz w:val="24"/>
          <w:szCs w:val="24"/>
        </w:rPr>
        <w:t xml:space="preserve">8. Think of </w:t>
      </w:r>
      <w:r w:rsidRPr="0007617F">
        <w:rPr>
          <w:sz w:val="24"/>
          <w:szCs w:val="24"/>
          <w:u w:val="single"/>
        </w:rPr>
        <w:t>one word</w:t>
      </w:r>
      <w:r w:rsidRPr="0007617F">
        <w:rPr>
          <w:sz w:val="24"/>
          <w:szCs w:val="24"/>
        </w:rPr>
        <w:t xml:space="preserve"> to describe how the narrator feels about the act he has committed?</w:t>
      </w:r>
    </w:p>
    <w:p w:rsidR="0007617F" w:rsidRPr="0007617F" w:rsidRDefault="0007617F" w:rsidP="0007617F">
      <w:pPr>
        <w:ind w:left="720"/>
        <w:rPr>
          <w:sz w:val="24"/>
          <w:szCs w:val="24"/>
        </w:rPr>
      </w:pPr>
      <w:r w:rsidRPr="0007617F">
        <w:rPr>
          <w:sz w:val="24"/>
          <w:szCs w:val="24"/>
        </w:rPr>
        <w:t>Picture in your head what he looks like as he is explaining this to the police. (What does his demeanor show the reader about his emotions?)</w:t>
      </w:r>
    </w:p>
    <w:p w:rsidR="0007617F" w:rsidRPr="0007617F" w:rsidRDefault="0007617F" w:rsidP="0007617F">
      <w:pPr>
        <w:rPr>
          <w:sz w:val="24"/>
          <w:szCs w:val="24"/>
        </w:rPr>
      </w:pPr>
    </w:p>
    <w:p w:rsidR="0007617F" w:rsidRPr="0007617F" w:rsidRDefault="0007617F" w:rsidP="0007617F">
      <w:pPr>
        <w:rPr>
          <w:b/>
          <w:sz w:val="24"/>
          <w:szCs w:val="24"/>
        </w:rPr>
      </w:pPr>
      <w:r w:rsidRPr="0007617F">
        <w:rPr>
          <w:b/>
          <w:sz w:val="24"/>
          <w:szCs w:val="24"/>
        </w:rPr>
        <w:lastRenderedPageBreak/>
        <w:t>Use a-h to answer the following questions</w:t>
      </w:r>
    </w:p>
    <w:p w:rsidR="0007617F" w:rsidRPr="0007617F" w:rsidRDefault="0007617F" w:rsidP="0007617F">
      <w:pPr>
        <w:rPr>
          <w:sz w:val="24"/>
          <w:szCs w:val="24"/>
        </w:rPr>
      </w:pPr>
    </w:p>
    <w:p w:rsidR="0007617F" w:rsidRPr="0007617F" w:rsidRDefault="0007617F" w:rsidP="0007617F">
      <w:pPr>
        <w:rPr>
          <w:sz w:val="24"/>
          <w:szCs w:val="24"/>
        </w:rPr>
      </w:pPr>
      <w:r w:rsidRPr="0007617F">
        <w:rPr>
          <w:sz w:val="24"/>
          <w:szCs w:val="24"/>
        </w:rPr>
        <w:t>9. Plot Sequencing</w:t>
      </w:r>
    </w:p>
    <w:p w:rsidR="0007617F" w:rsidRPr="0007617F" w:rsidRDefault="0007617F" w:rsidP="0007617F">
      <w:pPr>
        <w:rPr>
          <w:sz w:val="24"/>
          <w:szCs w:val="24"/>
        </w:rPr>
      </w:pPr>
      <w:r w:rsidRPr="0007617F">
        <w:rPr>
          <w:sz w:val="24"/>
          <w:szCs w:val="24"/>
        </w:rPr>
        <w:tab/>
        <w:t>Write a number, 1-8, on each line to show the order in which the events happened in the story.</w:t>
      </w:r>
    </w:p>
    <w:p w:rsidR="0007617F" w:rsidRPr="0007617F" w:rsidRDefault="0007617F" w:rsidP="0007617F">
      <w:pPr>
        <w:rPr>
          <w:sz w:val="24"/>
          <w:szCs w:val="24"/>
        </w:rPr>
      </w:pPr>
      <w:r w:rsidRPr="0007617F">
        <w:rPr>
          <w:sz w:val="24"/>
          <w:szCs w:val="24"/>
        </w:rPr>
        <w:tab/>
      </w:r>
      <w:r w:rsidRPr="0007617F">
        <w:rPr>
          <w:sz w:val="24"/>
          <w:szCs w:val="24"/>
        </w:rPr>
        <w:tab/>
        <w:t xml:space="preserve">______ </w:t>
      </w:r>
      <w:proofErr w:type="gramStart"/>
      <w:r w:rsidRPr="0007617F">
        <w:rPr>
          <w:sz w:val="24"/>
          <w:szCs w:val="24"/>
        </w:rPr>
        <w:t>a</w:t>
      </w:r>
      <w:proofErr w:type="gramEnd"/>
      <w:r w:rsidRPr="0007617F">
        <w:rPr>
          <w:sz w:val="24"/>
          <w:szCs w:val="24"/>
        </w:rPr>
        <w:t>. The narrator opens the lantern and sees that the old man’s eye is open.</w:t>
      </w:r>
    </w:p>
    <w:p w:rsidR="0007617F" w:rsidRPr="0007617F" w:rsidRDefault="0007617F" w:rsidP="0007617F">
      <w:pPr>
        <w:rPr>
          <w:sz w:val="24"/>
          <w:szCs w:val="24"/>
        </w:rPr>
      </w:pPr>
      <w:r w:rsidRPr="0007617F">
        <w:rPr>
          <w:sz w:val="24"/>
          <w:szCs w:val="24"/>
        </w:rPr>
        <w:tab/>
      </w:r>
      <w:r w:rsidRPr="0007617F">
        <w:rPr>
          <w:sz w:val="24"/>
          <w:szCs w:val="24"/>
        </w:rPr>
        <w:tab/>
      </w:r>
      <w:r w:rsidRPr="0007617F">
        <w:rPr>
          <w:sz w:val="24"/>
          <w:szCs w:val="24"/>
        </w:rPr>
        <w:t>______</w:t>
      </w:r>
      <w:r w:rsidRPr="0007617F">
        <w:rPr>
          <w:sz w:val="24"/>
          <w:szCs w:val="24"/>
        </w:rPr>
        <w:t xml:space="preserve"> </w:t>
      </w:r>
      <w:proofErr w:type="gramStart"/>
      <w:r w:rsidRPr="0007617F">
        <w:rPr>
          <w:sz w:val="24"/>
          <w:szCs w:val="24"/>
        </w:rPr>
        <w:t>b</w:t>
      </w:r>
      <w:proofErr w:type="gramEnd"/>
      <w:r w:rsidRPr="0007617F">
        <w:rPr>
          <w:sz w:val="24"/>
          <w:szCs w:val="24"/>
        </w:rPr>
        <w:t>. Police come to the door because neighbors heard the old man’s cry.</w:t>
      </w:r>
    </w:p>
    <w:p w:rsidR="0007617F" w:rsidRPr="0007617F" w:rsidRDefault="0007617F" w:rsidP="0007617F">
      <w:pPr>
        <w:rPr>
          <w:sz w:val="24"/>
          <w:szCs w:val="24"/>
        </w:rPr>
      </w:pPr>
      <w:r w:rsidRPr="0007617F">
        <w:rPr>
          <w:sz w:val="24"/>
          <w:szCs w:val="24"/>
        </w:rPr>
        <w:tab/>
      </w:r>
      <w:r w:rsidRPr="0007617F">
        <w:rPr>
          <w:sz w:val="24"/>
          <w:szCs w:val="24"/>
        </w:rPr>
        <w:tab/>
      </w:r>
      <w:r w:rsidRPr="0007617F">
        <w:rPr>
          <w:sz w:val="24"/>
          <w:szCs w:val="24"/>
        </w:rPr>
        <w:t>______</w:t>
      </w:r>
      <w:r w:rsidRPr="0007617F">
        <w:rPr>
          <w:sz w:val="24"/>
          <w:szCs w:val="24"/>
        </w:rPr>
        <w:t xml:space="preserve"> </w:t>
      </w:r>
      <w:proofErr w:type="gramStart"/>
      <w:r w:rsidRPr="0007617F">
        <w:rPr>
          <w:sz w:val="24"/>
          <w:szCs w:val="24"/>
        </w:rPr>
        <w:t>c</w:t>
      </w:r>
      <w:proofErr w:type="gramEnd"/>
      <w:r w:rsidRPr="0007617F">
        <w:rPr>
          <w:sz w:val="24"/>
          <w:szCs w:val="24"/>
        </w:rPr>
        <w:t>. The narrator kills the old man.</w:t>
      </w:r>
    </w:p>
    <w:p w:rsidR="0007617F" w:rsidRPr="0007617F" w:rsidRDefault="0007617F" w:rsidP="0007617F">
      <w:pPr>
        <w:ind w:left="720" w:firstLine="720"/>
        <w:rPr>
          <w:sz w:val="24"/>
          <w:szCs w:val="24"/>
        </w:rPr>
      </w:pPr>
      <w:r w:rsidRPr="0007617F">
        <w:rPr>
          <w:sz w:val="24"/>
          <w:szCs w:val="24"/>
        </w:rPr>
        <w:t>______</w:t>
      </w:r>
      <w:r w:rsidRPr="0007617F">
        <w:rPr>
          <w:sz w:val="24"/>
          <w:szCs w:val="24"/>
        </w:rPr>
        <w:t xml:space="preserve"> </w:t>
      </w:r>
      <w:proofErr w:type="gramStart"/>
      <w:r w:rsidRPr="0007617F">
        <w:rPr>
          <w:sz w:val="24"/>
          <w:szCs w:val="24"/>
        </w:rPr>
        <w:t>d</w:t>
      </w:r>
      <w:proofErr w:type="gramEnd"/>
      <w:r w:rsidRPr="0007617F">
        <w:rPr>
          <w:sz w:val="24"/>
          <w:szCs w:val="24"/>
        </w:rPr>
        <w:t xml:space="preserve">. The noise of the beating heart finally makes the narrator tell the police what </w:t>
      </w:r>
      <w:r w:rsidRPr="0007617F">
        <w:rPr>
          <w:sz w:val="24"/>
          <w:szCs w:val="24"/>
        </w:rPr>
        <w:tab/>
      </w:r>
      <w:r w:rsidRPr="0007617F">
        <w:rPr>
          <w:sz w:val="24"/>
          <w:szCs w:val="24"/>
        </w:rPr>
        <w:tab/>
      </w:r>
      <w:r w:rsidRPr="0007617F">
        <w:rPr>
          <w:sz w:val="24"/>
          <w:szCs w:val="24"/>
        </w:rPr>
        <w:tab/>
        <w:t xml:space="preserve">     he’s done.</w:t>
      </w:r>
    </w:p>
    <w:p w:rsidR="0007617F" w:rsidRPr="0007617F" w:rsidRDefault="0007617F" w:rsidP="0007617F">
      <w:pPr>
        <w:rPr>
          <w:sz w:val="24"/>
          <w:szCs w:val="24"/>
        </w:rPr>
      </w:pPr>
      <w:r w:rsidRPr="0007617F">
        <w:rPr>
          <w:sz w:val="24"/>
          <w:szCs w:val="24"/>
        </w:rPr>
        <w:tab/>
      </w:r>
      <w:r w:rsidRPr="0007617F">
        <w:rPr>
          <w:sz w:val="24"/>
          <w:szCs w:val="24"/>
        </w:rPr>
        <w:tab/>
      </w:r>
      <w:r w:rsidRPr="0007617F">
        <w:rPr>
          <w:sz w:val="24"/>
          <w:szCs w:val="24"/>
        </w:rPr>
        <w:t>______</w:t>
      </w:r>
      <w:r w:rsidRPr="0007617F">
        <w:rPr>
          <w:sz w:val="24"/>
          <w:szCs w:val="24"/>
        </w:rPr>
        <w:t xml:space="preserve"> </w:t>
      </w:r>
      <w:proofErr w:type="gramStart"/>
      <w:r w:rsidRPr="0007617F">
        <w:rPr>
          <w:sz w:val="24"/>
          <w:szCs w:val="24"/>
        </w:rPr>
        <w:t>e</w:t>
      </w:r>
      <w:proofErr w:type="gramEnd"/>
      <w:r w:rsidRPr="0007617F">
        <w:rPr>
          <w:sz w:val="24"/>
          <w:szCs w:val="24"/>
        </w:rPr>
        <w:t>. The narrator claims he is not mad and will prove it by telling his story.</w:t>
      </w:r>
    </w:p>
    <w:p w:rsidR="0007617F" w:rsidRPr="0007617F" w:rsidRDefault="0007617F" w:rsidP="0007617F">
      <w:pPr>
        <w:rPr>
          <w:sz w:val="24"/>
          <w:szCs w:val="24"/>
        </w:rPr>
      </w:pPr>
      <w:r w:rsidRPr="0007617F">
        <w:rPr>
          <w:sz w:val="24"/>
          <w:szCs w:val="24"/>
        </w:rPr>
        <w:tab/>
      </w:r>
      <w:r w:rsidRPr="0007617F">
        <w:rPr>
          <w:sz w:val="24"/>
          <w:szCs w:val="24"/>
        </w:rPr>
        <w:tab/>
      </w:r>
      <w:r w:rsidRPr="0007617F">
        <w:rPr>
          <w:sz w:val="24"/>
          <w:szCs w:val="24"/>
        </w:rPr>
        <w:t>______</w:t>
      </w:r>
      <w:r w:rsidRPr="0007617F">
        <w:rPr>
          <w:sz w:val="24"/>
          <w:szCs w:val="24"/>
        </w:rPr>
        <w:t xml:space="preserve"> </w:t>
      </w:r>
      <w:proofErr w:type="gramStart"/>
      <w:r w:rsidRPr="0007617F">
        <w:rPr>
          <w:sz w:val="24"/>
          <w:szCs w:val="24"/>
        </w:rPr>
        <w:t>f</w:t>
      </w:r>
      <w:proofErr w:type="gramEnd"/>
      <w:r w:rsidRPr="0007617F">
        <w:rPr>
          <w:sz w:val="24"/>
          <w:szCs w:val="24"/>
        </w:rPr>
        <w:t>. The narrator becomes frightened by the old man’s eye.</w:t>
      </w:r>
    </w:p>
    <w:p w:rsidR="0007617F" w:rsidRPr="0007617F" w:rsidRDefault="0007617F" w:rsidP="0007617F">
      <w:pPr>
        <w:rPr>
          <w:sz w:val="24"/>
          <w:szCs w:val="24"/>
        </w:rPr>
      </w:pPr>
      <w:r w:rsidRPr="0007617F">
        <w:rPr>
          <w:sz w:val="24"/>
          <w:szCs w:val="24"/>
        </w:rPr>
        <w:tab/>
      </w:r>
      <w:r w:rsidRPr="0007617F">
        <w:rPr>
          <w:sz w:val="24"/>
          <w:szCs w:val="24"/>
        </w:rPr>
        <w:tab/>
      </w:r>
      <w:r w:rsidRPr="0007617F">
        <w:rPr>
          <w:sz w:val="24"/>
          <w:szCs w:val="24"/>
        </w:rPr>
        <w:t>______</w:t>
      </w:r>
      <w:r w:rsidRPr="0007617F">
        <w:rPr>
          <w:sz w:val="24"/>
          <w:szCs w:val="24"/>
        </w:rPr>
        <w:t xml:space="preserve"> </w:t>
      </w:r>
      <w:proofErr w:type="gramStart"/>
      <w:r w:rsidRPr="0007617F">
        <w:rPr>
          <w:sz w:val="24"/>
          <w:szCs w:val="24"/>
        </w:rPr>
        <w:t>g</w:t>
      </w:r>
      <w:proofErr w:type="gramEnd"/>
      <w:r w:rsidRPr="0007617F">
        <w:rPr>
          <w:sz w:val="24"/>
          <w:szCs w:val="24"/>
        </w:rPr>
        <w:t>. The narrator welcomes the police officers and invites them to sit and talk.</w:t>
      </w:r>
    </w:p>
    <w:p w:rsidR="0007617F" w:rsidRPr="0007617F" w:rsidRDefault="0007617F" w:rsidP="0007617F">
      <w:pPr>
        <w:rPr>
          <w:sz w:val="24"/>
          <w:szCs w:val="24"/>
        </w:rPr>
      </w:pPr>
      <w:r w:rsidRPr="0007617F">
        <w:rPr>
          <w:sz w:val="24"/>
          <w:szCs w:val="24"/>
        </w:rPr>
        <w:tab/>
      </w:r>
      <w:r w:rsidRPr="0007617F">
        <w:rPr>
          <w:sz w:val="24"/>
          <w:szCs w:val="24"/>
        </w:rPr>
        <w:tab/>
      </w:r>
      <w:r w:rsidRPr="0007617F">
        <w:rPr>
          <w:sz w:val="24"/>
          <w:szCs w:val="24"/>
        </w:rPr>
        <w:t>______</w:t>
      </w:r>
      <w:r w:rsidRPr="0007617F">
        <w:rPr>
          <w:sz w:val="24"/>
          <w:szCs w:val="24"/>
        </w:rPr>
        <w:t xml:space="preserve"> </w:t>
      </w:r>
      <w:proofErr w:type="gramStart"/>
      <w:r w:rsidRPr="0007617F">
        <w:rPr>
          <w:sz w:val="24"/>
          <w:szCs w:val="24"/>
        </w:rPr>
        <w:t>h</w:t>
      </w:r>
      <w:proofErr w:type="gramEnd"/>
      <w:r w:rsidRPr="0007617F">
        <w:rPr>
          <w:sz w:val="24"/>
          <w:szCs w:val="24"/>
        </w:rPr>
        <w:t>. The narrator cuts up the old man’s body and hides the parts under the floor.</w:t>
      </w:r>
    </w:p>
    <w:p w:rsidR="0007617F" w:rsidRPr="0007617F" w:rsidRDefault="0007617F" w:rsidP="0007617F">
      <w:pPr>
        <w:rPr>
          <w:sz w:val="24"/>
          <w:szCs w:val="24"/>
        </w:rPr>
      </w:pPr>
    </w:p>
    <w:p w:rsidR="0007617F" w:rsidRPr="0007617F" w:rsidRDefault="0007617F" w:rsidP="0007617F">
      <w:pPr>
        <w:rPr>
          <w:sz w:val="24"/>
          <w:szCs w:val="24"/>
        </w:rPr>
      </w:pPr>
      <w:r w:rsidRPr="0007617F">
        <w:rPr>
          <w:sz w:val="24"/>
          <w:szCs w:val="24"/>
        </w:rPr>
        <w:t xml:space="preserve">10. Which two events above </w:t>
      </w:r>
      <w:proofErr w:type="gramStart"/>
      <w:r w:rsidRPr="0007617F">
        <w:rPr>
          <w:sz w:val="24"/>
          <w:szCs w:val="24"/>
        </w:rPr>
        <w:t>are part</w:t>
      </w:r>
      <w:proofErr w:type="gramEnd"/>
      <w:r w:rsidRPr="0007617F">
        <w:rPr>
          <w:sz w:val="24"/>
          <w:szCs w:val="24"/>
        </w:rPr>
        <w:t xml:space="preserve"> of the story’s </w:t>
      </w:r>
      <w:r w:rsidRPr="0007617F">
        <w:rPr>
          <w:b/>
          <w:sz w:val="24"/>
          <w:szCs w:val="24"/>
        </w:rPr>
        <w:t>introduction</w:t>
      </w:r>
      <w:r w:rsidRPr="0007617F">
        <w:rPr>
          <w:sz w:val="24"/>
          <w:szCs w:val="24"/>
        </w:rPr>
        <w:t>? Write the corresponding letter.</w:t>
      </w:r>
    </w:p>
    <w:p w:rsidR="0007617F" w:rsidRPr="0007617F" w:rsidRDefault="0007617F" w:rsidP="0007617F">
      <w:pPr>
        <w:rPr>
          <w:sz w:val="24"/>
          <w:szCs w:val="24"/>
        </w:rPr>
      </w:pPr>
      <w:r w:rsidRPr="0007617F">
        <w:rPr>
          <w:sz w:val="24"/>
          <w:szCs w:val="24"/>
        </w:rPr>
        <w:tab/>
        <w:t>_____</w:t>
      </w:r>
      <w:proofErr w:type="gramStart"/>
      <w:r w:rsidRPr="0007617F">
        <w:rPr>
          <w:sz w:val="24"/>
          <w:szCs w:val="24"/>
        </w:rPr>
        <w:t>_  and</w:t>
      </w:r>
      <w:proofErr w:type="gramEnd"/>
      <w:r w:rsidRPr="0007617F">
        <w:rPr>
          <w:sz w:val="24"/>
          <w:szCs w:val="24"/>
        </w:rPr>
        <w:t xml:space="preserve"> </w:t>
      </w:r>
      <w:r w:rsidRPr="0007617F">
        <w:rPr>
          <w:sz w:val="24"/>
          <w:szCs w:val="24"/>
        </w:rPr>
        <w:t>______</w:t>
      </w:r>
    </w:p>
    <w:p w:rsidR="0007617F" w:rsidRPr="0007617F" w:rsidRDefault="0007617F" w:rsidP="0007617F">
      <w:pPr>
        <w:rPr>
          <w:sz w:val="24"/>
          <w:szCs w:val="24"/>
        </w:rPr>
      </w:pPr>
    </w:p>
    <w:p w:rsidR="0007617F" w:rsidRPr="0007617F" w:rsidRDefault="0007617F" w:rsidP="0007617F">
      <w:pPr>
        <w:rPr>
          <w:sz w:val="24"/>
          <w:szCs w:val="24"/>
        </w:rPr>
      </w:pPr>
      <w:r w:rsidRPr="0007617F">
        <w:rPr>
          <w:sz w:val="24"/>
          <w:szCs w:val="24"/>
        </w:rPr>
        <w:t xml:space="preserve">11. Which event is the </w:t>
      </w:r>
      <w:r w:rsidRPr="0007617F">
        <w:rPr>
          <w:b/>
          <w:sz w:val="24"/>
          <w:szCs w:val="24"/>
        </w:rPr>
        <w:t>climax</w:t>
      </w:r>
      <w:r w:rsidRPr="0007617F">
        <w:rPr>
          <w:sz w:val="24"/>
          <w:szCs w:val="24"/>
        </w:rPr>
        <w:t>- the most exciting part or the turning point of the story? Write the corresponding letter.</w:t>
      </w:r>
    </w:p>
    <w:p w:rsidR="0007617F" w:rsidRPr="0007617F" w:rsidRDefault="0007617F" w:rsidP="0007617F">
      <w:pPr>
        <w:rPr>
          <w:sz w:val="24"/>
          <w:szCs w:val="24"/>
        </w:rPr>
      </w:pPr>
      <w:r w:rsidRPr="0007617F">
        <w:rPr>
          <w:sz w:val="24"/>
          <w:szCs w:val="24"/>
        </w:rPr>
        <w:tab/>
      </w:r>
      <w:r w:rsidRPr="0007617F">
        <w:rPr>
          <w:sz w:val="24"/>
          <w:szCs w:val="24"/>
        </w:rPr>
        <w:t>______</w:t>
      </w:r>
    </w:p>
    <w:p w:rsidR="0007617F" w:rsidRPr="0007617F" w:rsidRDefault="0007617F" w:rsidP="0007617F">
      <w:pPr>
        <w:rPr>
          <w:sz w:val="24"/>
          <w:szCs w:val="24"/>
        </w:rPr>
      </w:pPr>
    </w:p>
    <w:p w:rsidR="0007617F" w:rsidRPr="0007617F" w:rsidRDefault="0007617F" w:rsidP="0007617F">
      <w:pPr>
        <w:rPr>
          <w:sz w:val="24"/>
          <w:szCs w:val="24"/>
        </w:rPr>
      </w:pPr>
      <w:r w:rsidRPr="0007617F">
        <w:rPr>
          <w:sz w:val="24"/>
          <w:szCs w:val="24"/>
        </w:rPr>
        <w:t xml:space="preserve">12. Which six events </w:t>
      </w:r>
      <w:proofErr w:type="gramStart"/>
      <w:r w:rsidRPr="0007617F">
        <w:rPr>
          <w:sz w:val="24"/>
          <w:szCs w:val="24"/>
        </w:rPr>
        <w:t>are part</w:t>
      </w:r>
      <w:proofErr w:type="gramEnd"/>
      <w:r w:rsidRPr="0007617F">
        <w:rPr>
          <w:sz w:val="24"/>
          <w:szCs w:val="24"/>
        </w:rPr>
        <w:t xml:space="preserve"> of the </w:t>
      </w:r>
      <w:r w:rsidRPr="0007617F">
        <w:rPr>
          <w:b/>
          <w:sz w:val="24"/>
          <w:szCs w:val="24"/>
        </w:rPr>
        <w:t>rising action</w:t>
      </w:r>
      <w:r w:rsidRPr="0007617F">
        <w:rPr>
          <w:sz w:val="24"/>
          <w:szCs w:val="24"/>
        </w:rPr>
        <w:t>? Write the letters in the order that the events happened.</w:t>
      </w:r>
    </w:p>
    <w:p w:rsidR="0007617F" w:rsidRPr="0007617F" w:rsidRDefault="0007617F" w:rsidP="0007617F">
      <w:pPr>
        <w:rPr>
          <w:sz w:val="24"/>
          <w:szCs w:val="24"/>
        </w:rPr>
      </w:pPr>
      <w:r w:rsidRPr="0007617F">
        <w:rPr>
          <w:sz w:val="24"/>
          <w:szCs w:val="24"/>
        </w:rPr>
        <w:tab/>
      </w:r>
      <w:r w:rsidRPr="0007617F">
        <w:rPr>
          <w:sz w:val="24"/>
          <w:szCs w:val="24"/>
        </w:rPr>
        <w:t>______</w:t>
      </w:r>
    </w:p>
    <w:p w:rsidR="0007617F" w:rsidRPr="0007617F" w:rsidRDefault="0007617F" w:rsidP="0007617F">
      <w:pPr>
        <w:rPr>
          <w:sz w:val="24"/>
          <w:szCs w:val="24"/>
        </w:rPr>
      </w:pPr>
      <w:r w:rsidRPr="0007617F">
        <w:rPr>
          <w:sz w:val="24"/>
          <w:szCs w:val="24"/>
        </w:rPr>
        <w:tab/>
      </w:r>
      <w:r w:rsidRPr="0007617F">
        <w:rPr>
          <w:sz w:val="24"/>
          <w:szCs w:val="24"/>
        </w:rPr>
        <w:t>______</w:t>
      </w:r>
    </w:p>
    <w:p w:rsidR="0007617F" w:rsidRPr="0007617F" w:rsidRDefault="0007617F" w:rsidP="0007617F">
      <w:pPr>
        <w:rPr>
          <w:sz w:val="24"/>
          <w:szCs w:val="24"/>
        </w:rPr>
      </w:pPr>
      <w:r w:rsidRPr="0007617F">
        <w:rPr>
          <w:sz w:val="24"/>
          <w:szCs w:val="24"/>
        </w:rPr>
        <w:tab/>
      </w:r>
      <w:r w:rsidRPr="0007617F">
        <w:rPr>
          <w:sz w:val="24"/>
          <w:szCs w:val="24"/>
        </w:rPr>
        <w:t>______</w:t>
      </w:r>
    </w:p>
    <w:p w:rsidR="0007617F" w:rsidRPr="0007617F" w:rsidRDefault="0007617F" w:rsidP="0007617F">
      <w:pPr>
        <w:rPr>
          <w:sz w:val="24"/>
          <w:szCs w:val="24"/>
        </w:rPr>
      </w:pPr>
      <w:r w:rsidRPr="0007617F">
        <w:rPr>
          <w:sz w:val="24"/>
          <w:szCs w:val="24"/>
        </w:rPr>
        <w:tab/>
      </w:r>
      <w:r w:rsidRPr="0007617F">
        <w:rPr>
          <w:sz w:val="24"/>
          <w:szCs w:val="24"/>
        </w:rPr>
        <w:t>______</w:t>
      </w:r>
    </w:p>
    <w:p w:rsidR="0007617F" w:rsidRPr="0007617F" w:rsidRDefault="0007617F" w:rsidP="0007617F">
      <w:pPr>
        <w:rPr>
          <w:sz w:val="24"/>
          <w:szCs w:val="24"/>
        </w:rPr>
      </w:pPr>
      <w:r w:rsidRPr="0007617F">
        <w:rPr>
          <w:sz w:val="24"/>
          <w:szCs w:val="24"/>
        </w:rPr>
        <w:tab/>
      </w:r>
      <w:r w:rsidRPr="0007617F">
        <w:rPr>
          <w:sz w:val="24"/>
          <w:szCs w:val="24"/>
        </w:rPr>
        <w:t>______</w:t>
      </w:r>
    </w:p>
    <w:p w:rsidR="0007617F" w:rsidRPr="0007617F" w:rsidRDefault="0007617F" w:rsidP="0007617F">
      <w:pPr>
        <w:rPr>
          <w:sz w:val="24"/>
          <w:szCs w:val="24"/>
        </w:rPr>
      </w:pPr>
      <w:r w:rsidRPr="0007617F">
        <w:rPr>
          <w:sz w:val="24"/>
          <w:szCs w:val="24"/>
        </w:rPr>
        <w:tab/>
      </w:r>
      <w:r w:rsidRPr="0007617F">
        <w:rPr>
          <w:sz w:val="24"/>
          <w:szCs w:val="24"/>
        </w:rPr>
        <w:t>______</w:t>
      </w:r>
    </w:p>
    <w:p w:rsidR="0007617F" w:rsidRDefault="0007617F"/>
    <w:p w:rsidR="0007617F" w:rsidRDefault="0007617F"/>
    <w:p w:rsidR="0007617F" w:rsidRDefault="0007617F"/>
    <w:p w:rsidR="009E41A7" w:rsidRDefault="009E41A7"/>
    <w:p w:rsidR="0007617F" w:rsidRDefault="0007617F"/>
    <w:p w:rsidR="009E41A7" w:rsidRDefault="009E41A7">
      <w:r>
        <w:br w:type="page"/>
      </w:r>
    </w:p>
    <w:p w:rsidR="009E41A7" w:rsidRDefault="0007617F" w:rsidP="009E41A7">
      <w:pPr>
        <w:jc w:val="center"/>
      </w:pPr>
      <w:r>
        <w:lastRenderedPageBreak/>
        <w:t xml:space="preserve">DURING READING- </w:t>
      </w:r>
      <w:r w:rsidR="009E41A7">
        <w:t>PREDICTION QUESTIONS</w:t>
      </w:r>
    </w:p>
    <w:p w:rsidR="009E41A7" w:rsidRDefault="009E41A7" w:rsidP="009E41A7">
      <w:pPr>
        <w:jc w:val="center"/>
      </w:pPr>
      <w:r>
        <w:t>FOR THE TELL-TALE HEART BY EDGAR ALLAN POE</w:t>
      </w:r>
    </w:p>
    <w:p w:rsidR="009E41A7" w:rsidRDefault="009E41A7" w:rsidP="009E41A7">
      <w:r>
        <w:t>Title: Based on the tit</w:t>
      </w:r>
      <w:r w:rsidR="00522B8E">
        <w:t>le, predict what you think this</w:t>
      </w:r>
      <w:r w:rsidR="00822CBE">
        <w:t xml:space="preserve"> </w:t>
      </w:r>
      <w:bookmarkStart w:id="0" w:name="_GoBack"/>
      <w:bookmarkEnd w:id="0"/>
      <w:r>
        <w:t>story will be about?</w:t>
      </w:r>
    </w:p>
    <w:p w:rsidR="009E41A7" w:rsidRDefault="009E41A7" w:rsidP="009E41A7"/>
    <w:p w:rsidR="009E41A7" w:rsidRDefault="009E41A7" w:rsidP="009E41A7"/>
    <w:p w:rsidR="009E41A7" w:rsidRDefault="009E41A7" w:rsidP="009E41A7"/>
    <w:p w:rsidR="009E41A7" w:rsidRDefault="009E41A7" w:rsidP="009E41A7">
      <w:r>
        <w:t>First paragraph: Who do you think the narrator is speaking to?</w:t>
      </w:r>
    </w:p>
    <w:p w:rsidR="009E41A7" w:rsidRDefault="009E41A7" w:rsidP="009E41A7"/>
    <w:p w:rsidR="00073324" w:rsidRDefault="00073324" w:rsidP="009E41A7"/>
    <w:p w:rsidR="009E41A7" w:rsidRDefault="009E41A7" w:rsidP="009E41A7"/>
    <w:p w:rsidR="009E41A7" w:rsidRDefault="009E41A7" w:rsidP="009E41A7">
      <w:r>
        <w:t xml:space="preserve">Third </w:t>
      </w:r>
      <w:r w:rsidR="00073324">
        <w:t xml:space="preserve">and fourth </w:t>
      </w:r>
      <w:r>
        <w:t>paragraph</w:t>
      </w:r>
      <w:r w:rsidR="00522B8E">
        <w:t>s</w:t>
      </w:r>
      <w:r>
        <w:t>: Write down what you think the author means by</w:t>
      </w:r>
    </w:p>
    <w:p w:rsidR="009E41A7" w:rsidRDefault="009E41A7" w:rsidP="009E41A7">
      <w:r>
        <w:t>“</w:t>
      </w:r>
      <w:proofErr w:type="gramStart"/>
      <w:r>
        <w:t>my</w:t>
      </w:r>
      <w:proofErr w:type="gramEnd"/>
      <w:r>
        <w:t xml:space="preserve"> work.”</w:t>
      </w:r>
    </w:p>
    <w:p w:rsidR="009E41A7" w:rsidRDefault="009E41A7" w:rsidP="009E41A7"/>
    <w:p w:rsidR="009E41A7" w:rsidRDefault="009E41A7" w:rsidP="009E41A7"/>
    <w:p w:rsidR="00073324" w:rsidRDefault="00073324" w:rsidP="009E41A7"/>
    <w:p w:rsidR="009E41A7" w:rsidRDefault="00073324" w:rsidP="009E41A7">
      <w:r>
        <w:t>Fifth</w:t>
      </w:r>
      <w:r w:rsidR="009E41A7">
        <w:t xml:space="preserve"> paragraph: Why doesn’t the </w:t>
      </w:r>
      <w:r w:rsidR="00522B8E">
        <w:t xml:space="preserve">narrator leave when he realizes </w:t>
      </w:r>
      <w:r w:rsidR="009E41A7">
        <w:t>the old man is awake?</w:t>
      </w:r>
    </w:p>
    <w:p w:rsidR="009E41A7" w:rsidRDefault="009E41A7" w:rsidP="009E41A7"/>
    <w:p w:rsidR="009E41A7" w:rsidRDefault="009E41A7" w:rsidP="009E41A7"/>
    <w:p w:rsidR="00073324" w:rsidRDefault="00073324" w:rsidP="009E41A7"/>
    <w:p w:rsidR="009E41A7" w:rsidRDefault="00522B8E" w:rsidP="009E41A7">
      <w:r>
        <w:t>Tenth and e</w:t>
      </w:r>
      <w:r w:rsidR="00073324">
        <w:t>leventh</w:t>
      </w:r>
      <w:r w:rsidR="009E41A7">
        <w:t xml:space="preserve"> paragraphs: Whose he</w:t>
      </w:r>
      <w:r w:rsidR="00073324">
        <w:t>art do you think the narrator heard</w:t>
      </w:r>
      <w:r>
        <w:t xml:space="preserve"> and why</w:t>
      </w:r>
      <w:r w:rsidR="009E41A7">
        <w:t>?</w:t>
      </w:r>
    </w:p>
    <w:p w:rsidR="00522B8E" w:rsidRDefault="00522B8E" w:rsidP="009E41A7"/>
    <w:p w:rsidR="00522B8E" w:rsidRDefault="00522B8E" w:rsidP="009E41A7"/>
    <w:p w:rsidR="00522B8E" w:rsidRDefault="00522B8E" w:rsidP="009E41A7"/>
    <w:p w:rsidR="00522B8E" w:rsidRDefault="00522B8E" w:rsidP="009E41A7">
      <w:r>
        <w:t>Thirteenth and fourteenth paragraphs: How does the narrator react when the police arrive? How do you explain the reaction?</w:t>
      </w:r>
    </w:p>
    <w:p w:rsidR="00522B8E" w:rsidRDefault="00522B8E" w:rsidP="009E41A7"/>
    <w:p w:rsidR="00522B8E" w:rsidRDefault="00522B8E" w:rsidP="009E41A7"/>
    <w:p w:rsidR="00522B8E" w:rsidRDefault="00522B8E" w:rsidP="009E41A7"/>
    <w:p w:rsidR="009E41A7" w:rsidRDefault="009E41A7" w:rsidP="009E41A7">
      <w:r>
        <w:t>End of story: Were any of your original predictions about the</w:t>
      </w:r>
    </w:p>
    <w:p w:rsidR="009E41A7" w:rsidRDefault="009E41A7" w:rsidP="009E41A7">
      <w:proofErr w:type="gramStart"/>
      <w:r>
        <w:t>story</w:t>
      </w:r>
      <w:proofErr w:type="gramEnd"/>
      <w:r>
        <w:t xml:space="preserve"> correct?</w:t>
      </w:r>
    </w:p>
    <w:p w:rsidR="00522B8E" w:rsidRDefault="00522B8E" w:rsidP="009E41A7"/>
    <w:p w:rsidR="00522B8E" w:rsidRDefault="00522B8E" w:rsidP="009E41A7"/>
    <w:p w:rsidR="00522B8E" w:rsidRDefault="00522B8E" w:rsidP="009E41A7"/>
    <w:p w:rsidR="00522B8E" w:rsidRDefault="00522B8E" w:rsidP="009E41A7">
      <w:r>
        <w:t>Do you think the heart was really beating at the end? Explain your answer.</w:t>
      </w:r>
    </w:p>
    <w:p w:rsidR="00522B8E" w:rsidRDefault="00522B8E" w:rsidP="009E41A7"/>
    <w:p w:rsidR="00522B8E" w:rsidRDefault="00522B8E" w:rsidP="009E41A7"/>
    <w:p w:rsidR="00522B8E" w:rsidRDefault="00522B8E" w:rsidP="009E41A7"/>
    <w:p w:rsidR="009E41A7" w:rsidRDefault="009E41A7"/>
    <w:p w:rsidR="009E41A7" w:rsidRDefault="009E41A7"/>
    <w:p w:rsidR="009E41A7" w:rsidRDefault="009E41A7"/>
    <w:sectPr w:rsidR="009E41A7" w:rsidSect="0007617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1A7"/>
    <w:rsid w:val="00073324"/>
    <w:rsid w:val="0007617F"/>
    <w:rsid w:val="00522B8E"/>
    <w:rsid w:val="00650926"/>
    <w:rsid w:val="00822CBE"/>
    <w:rsid w:val="009E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2B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B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2B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B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52497ED5</Template>
  <TotalTime>124</TotalTime>
  <Pages>3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FDCSD</Company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Fitzgerald</dc:creator>
  <cp:lastModifiedBy>Sara Fitzgerald</cp:lastModifiedBy>
  <cp:revision>3</cp:revision>
  <cp:lastPrinted>2014-11-20T15:41:00Z</cp:lastPrinted>
  <dcterms:created xsi:type="dcterms:W3CDTF">2014-11-19T15:21:00Z</dcterms:created>
  <dcterms:modified xsi:type="dcterms:W3CDTF">2014-11-20T15:59:00Z</dcterms:modified>
</cp:coreProperties>
</file>